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6260B4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6260B4">
              <w:rPr>
                <w:sz w:val="28"/>
                <w:szCs w:val="28"/>
              </w:rPr>
              <w:t>983 рГЗ</w:t>
            </w:r>
            <w:bookmarkStart w:id="0" w:name="_GoBack"/>
            <w:bookmarkEnd w:id="0"/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004784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="00004784">
        <w:rPr>
          <w:b/>
          <w:bCs/>
          <w:sz w:val="28"/>
          <w:szCs w:val="28"/>
        </w:rPr>
        <w:t>участка с</w:t>
      </w:r>
      <w:r w:rsidR="001E7DAA" w:rsidRPr="001E7DAA">
        <w:rPr>
          <w:b/>
          <w:bCs/>
          <w:sz w:val="28"/>
          <w:szCs w:val="28"/>
        </w:rPr>
        <w:t xml:space="preserve"> кадастровым номером 04:01:</w:t>
      </w:r>
      <w:r w:rsidR="00480B1F">
        <w:rPr>
          <w:b/>
          <w:bCs/>
          <w:sz w:val="28"/>
          <w:szCs w:val="28"/>
        </w:rPr>
        <w:t>020219:208</w:t>
      </w:r>
      <w:r w:rsidR="001E7DAA" w:rsidRPr="001E7DAA">
        <w:rPr>
          <w:b/>
          <w:bCs/>
          <w:sz w:val="28"/>
          <w:szCs w:val="28"/>
        </w:rPr>
        <w:t xml:space="preserve">, расположенного по адресу: Российская Федерация, Республика Алтай, Майминский район, </w:t>
      </w:r>
      <w:r w:rsidR="00806E5E">
        <w:rPr>
          <w:b/>
          <w:bCs/>
          <w:sz w:val="28"/>
          <w:szCs w:val="28"/>
        </w:rPr>
        <w:t>Усть-Мунинское</w:t>
      </w:r>
      <w:r w:rsidR="001E7DAA" w:rsidRPr="001E7DAA">
        <w:rPr>
          <w:b/>
          <w:bCs/>
          <w:sz w:val="28"/>
          <w:szCs w:val="28"/>
        </w:rPr>
        <w:t xml:space="preserve"> сельское поселение, с. </w:t>
      </w:r>
      <w:r w:rsidR="00806E5E">
        <w:rPr>
          <w:b/>
          <w:bCs/>
          <w:sz w:val="28"/>
          <w:szCs w:val="28"/>
        </w:rPr>
        <w:t>Усть-Муны</w:t>
      </w:r>
      <w:r w:rsidR="00004784">
        <w:rPr>
          <w:b/>
          <w:bCs/>
          <w:sz w:val="28"/>
          <w:szCs w:val="28"/>
        </w:rPr>
        <w:t xml:space="preserve">, ул. </w:t>
      </w:r>
      <w:r w:rsidR="00806E5E">
        <w:rPr>
          <w:b/>
          <w:bCs/>
          <w:sz w:val="28"/>
          <w:szCs w:val="28"/>
        </w:rPr>
        <w:t>Западная</w:t>
      </w:r>
      <w:r w:rsidR="00004784">
        <w:rPr>
          <w:b/>
          <w:bCs/>
          <w:sz w:val="28"/>
          <w:szCs w:val="28"/>
        </w:rPr>
        <w:t xml:space="preserve">, </w:t>
      </w:r>
      <w:r w:rsidR="00480B1F">
        <w:rPr>
          <w:b/>
          <w:bCs/>
          <w:sz w:val="28"/>
          <w:szCs w:val="28"/>
        </w:rPr>
        <w:t>д.10</w:t>
      </w:r>
    </w:p>
    <w:p w:rsidR="00ED3031" w:rsidRPr="0027350B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48"/>
          <w:szCs w:val="48"/>
        </w:rPr>
      </w:pPr>
    </w:p>
    <w:p w:rsidR="00ED3031" w:rsidRPr="00E269CE" w:rsidRDefault="00ED3031" w:rsidP="00A32728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4784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004784" w:rsidRPr="00E269CE">
        <w:rPr>
          <w:sz w:val="28"/>
          <w:szCs w:val="28"/>
        </w:rPr>
        <w:t>статьи 39 Градостроительного</w:t>
      </w:r>
      <w:r w:rsidR="00004784">
        <w:rPr>
          <w:sz w:val="28"/>
          <w:szCs w:val="28"/>
        </w:rPr>
        <w:t xml:space="preserve"> кодекса Российской Федерации,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</w:t>
      </w:r>
      <w:r w:rsidR="007A102D">
        <w:rPr>
          <w:sz w:val="28"/>
          <w:szCs w:val="28"/>
        </w:rPr>
        <w:t>Усть-Мунинское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>, на основании заявления</w:t>
      </w:r>
      <w:r w:rsidR="006D7243">
        <w:rPr>
          <w:sz w:val="28"/>
          <w:szCs w:val="28"/>
        </w:rPr>
        <w:t xml:space="preserve"> </w:t>
      </w:r>
      <w:r w:rsidR="00806E5E">
        <w:rPr>
          <w:sz w:val="28"/>
          <w:szCs w:val="28"/>
        </w:rPr>
        <w:t>Седачевой К.В</w:t>
      </w:r>
      <w:r w:rsidR="001E7DAA">
        <w:rPr>
          <w:sz w:val="28"/>
          <w:szCs w:val="28"/>
        </w:rPr>
        <w:t>.</w:t>
      </w:r>
      <w:r w:rsidR="00D712B7">
        <w:rPr>
          <w:sz w:val="28"/>
          <w:szCs w:val="28"/>
        </w:rPr>
        <w:t xml:space="preserve"> </w:t>
      </w:r>
      <w:r w:rsidR="00806E5E">
        <w:rPr>
          <w:sz w:val="28"/>
          <w:szCs w:val="28"/>
        </w:rPr>
        <w:t>от 21</w:t>
      </w:r>
      <w:r w:rsidR="00BE5E20">
        <w:rPr>
          <w:sz w:val="28"/>
          <w:szCs w:val="28"/>
        </w:rPr>
        <w:t xml:space="preserve"> </w:t>
      </w:r>
      <w:r w:rsidR="00806E5E">
        <w:rPr>
          <w:sz w:val="28"/>
          <w:szCs w:val="28"/>
        </w:rPr>
        <w:t>августа</w:t>
      </w:r>
      <w:r w:rsidR="006D7243">
        <w:rPr>
          <w:sz w:val="28"/>
          <w:szCs w:val="28"/>
        </w:rPr>
        <w:t xml:space="preserve"> </w:t>
      </w:r>
      <w:r w:rsidR="00D81F60">
        <w:rPr>
          <w:sz w:val="28"/>
          <w:szCs w:val="28"/>
        </w:rPr>
        <w:t>2025</w:t>
      </w:r>
      <w:r w:rsidR="00B233A3">
        <w:rPr>
          <w:sz w:val="28"/>
          <w:szCs w:val="28"/>
        </w:rPr>
        <w:t xml:space="preserve"> года</w:t>
      </w:r>
      <w:r w:rsidR="00117EDC">
        <w:rPr>
          <w:sz w:val="28"/>
          <w:szCs w:val="28"/>
        </w:rPr>
        <w:t xml:space="preserve"> № </w:t>
      </w:r>
      <w:r w:rsidR="00480B1F">
        <w:rPr>
          <w:sz w:val="28"/>
          <w:szCs w:val="28"/>
        </w:rPr>
        <w:t>8779</w:t>
      </w:r>
      <w:r w:rsidR="008D2340" w:rsidRPr="00E269CE">
        <w:rPr>
          <w:sz w:val="28"/>
          <w:szCs w:val="28"/>
        </w:rPr>
        <w:t>:</w:t>
      </w:r>
    </w:p>
    <w:p w:rsidR="008D2340" w:rsidRPr="00004784" w:rsidRDefault="0056646D" w:rsidP="0000478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1E7DAA">
        <w:rPr>
          <w:sz w:val="28"/>
          <w:szCs w:val="28"/>
        </w:rPr>
        <w:t xml:space="preserve">Предоставить </w:t>
      </w:r>
      <w:r w:rsidR="00806E5E">
        <w:rPr>
          <w:sz w:val="28"/>
          <w:szCs w:val="28"/>
        </w:rPr>
        <w:t>Седачевой К.В</w:t>
      </w:r>
      <w:r w:rsidR="00D81F60" w:rsidRPr="001E7DAA">
        <w:rPr>
          <w:sz w:val="28"/>
          <w:szCs w:val="28"/>
        </w:rPr>
        <w:t>.</w:t>
      </w:r>
      <w:r w:rsidR="00D712B7" w:rsidRPr="001E7DAA">
        <w:rPr>
          <w:sz w:val="28"/>
          <w:szCs w:val="28"/>
        </w:rPr>
        <w:t xml:space="preserve">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1E7DAA" w:rsidRPr="001E7DAA">
        <w:rPr>
          <w:bCs/>
          <w:sz w:val="28"/>
          <w:szCs w:val="28"/>
        </w:rPr>
        <w:t>04:01:</w:t>
      </w:r>
      <w:r w:rsidR="00480B1F">
        <w:rPr>
          <w:bCs/>
          <w:sz w:val="28"/>
          <w:szCs w:val="28"/>
        </w:rPr>
        <w:t>020219:208</w:t>
      </w:r>
      <w:r w:rsidR="001E7DAA" w:rsidRPr="001E7DAA">
        <w:rPr>
          <w:bCs/>
          <w:sz w:val="28"/>
          <w:szCs w:val="28"/>
        </w:rPr>
        <w:t xml:space="preserve">, расположенного по адресу: </w:t>
      </w:r>
      <w:r w:rsidR="00806E5E" w:rsidRPr="00806E5E">
        <w:rPr>
          <w:bCs/>
          <w:sz w:val="28"/>
          <w:szCs w:val="28"/>
        </w:rPr>
        <w:t xml:space="preserve">Российская Федерация, Республика Алтай, Майминский район, Усть-Мунинское сельское поселение, </w:t>
      </w:r>
      <w:r w:rsidR="00480B1F">
        <w:rPr>
          <w:bCs/>
          <w:sz w:val="28"/>
          <w:szCs w:val="28"/>
        </w:rPr>
        <w:t>с. Усть-Муны, ул. Западная, д.10</w:t>
      </w:r>
      <w:r w:rsidR="00B233A3" w:rsidRPr="001E7DAA">
        <w:rPr>
          <w:bCs/>
          <w:sz w:val="28"/>
          <w:szCs w:val="28"/>
        </w:rPr>
        <w:t>,</w:t>
      </w:r>
      <w:r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004784">
        <w:rPr>
          <w:color w:val="000000"/>
          <w:sz w:val="28"/>
          <w:szCs w:val="28"/>
        </w:rPr>
        <w:t>5.2.1.</w:t>
      </w:r>
      <w:r w:rsidR="00117EDC">
        <w:rPr>
          <w:color w:val="000000"/>
          <w:sz w:val="28"/>
          <w:szCs w:val="28"/>
        </w:rPr>
        <w:t xml:space="preserve"> </w:t>
      </w:r>
      <w:r w:rsidR="00004784">
        <w:rPr>
          <w:sz w:val="28"/>
          <w:szCs w:val="28"/>
        </w:rPr>
        <w:t>«Туристическое обслуживание; размещение пансионатов, гостиниц, кемпингов, домов отдыха, не оказывающих услуги по лечению; размещение детских лагерей»</w:t>
      </w:r>
      <w:r w:rsidR="00C736E7" w:rsidRPr="00004784">
        <w:rPr>
          <w:sz w:val="28"/>
          <w:szCs w:val="28"/>
        </w:rPr>
        <w:t xml:space="preserve">, </w:t>
      </w:r>
      <w:r w:rsidR="00884495" w:rsidRPr="00004784">
        <w:rPr>
          <w:sz w:val="28"/>
          <w:szCs w:val="28"/>
        </w:rPr>
        <w:t>принадлежащег</w:t>
      </w:r>
      <w:r w:rsidR="000F7ADB" w:rsidRPr="00004784">
        <w:rPr>
          <w:sz w:val="28"/>
          <w:szCs w:val="28"/>
        </w:rPr>
        <w:t>о на</w:t>
      </w:r>
      <w:r w:rsidR="00884495" w:rsidRPr="00004784">
        <w:rPr>
          <w:sz w:val="28"/>
          <w:szCs w:val="28"/>
        </w:rPr>
        <w:t xml:space="preserve"> праве собственности</w:t>
      </w:r>
      <w:r w:rsidR="006D7243" w:rsidRPr="00004784">
        <w:rPr>
          <w:sz w:val="28"/>
          <w:szCs w:val="28"/>
        </w:rPr>
        <w:t xml:space="preserve"> </w:t>
      </w:r>
      <w:r w:rsidR="00806E5E">
        <w:rPr>
          <w:sz w:val="28"/>
          <w:szCs w:val="28"/>
        </w:rPr>
        <w:t>Седачевой К</w:t>
      </w:r>
      <w:r w:rsidR="00067C58" w:rsidRPr="00004784">
        <w:rPr>
          <w:sz w:val="28"/>
          <w:szCs w:val="28"/>
        </w:rPr>
        <w:t>.</w:t>
      </w:r>
      <w:r w:rsidR="00806E5E">
        <w:rPr>
          <w:sz w:val="28"/>
          <w:szCs w:val="28"/>
        </w:rPr>
        <w:t>В.</w:t>
      </w:r>
      <w:r w:rsidR="00884495" w:rsidRPr="00004784">
        <w:rPr>
          <w:sz w:val="28"/>
          <w:szCs w:val="28"/>
        </w:rPr>
        <w:t xml:space="preserve"> в соответствии с условно разрешенными видами использования земельных участков и объектов капи</w:t>
      </w:r>
      <w:r w:rsidR="007A4F33" w:rsidRPr="00004784">
        <w:rPr>
          <w:sz w:val="28"/>
          <w:szCs w:val="28"/>
        </w:rPr>
        <w:t>т</w:t>
      </w:r>
      <w:r w:rsidR="007F6E5C" w:rsidRPr="00004784">
        <w:rPr>
          <w:sz w:val="28"/>
          <w:szCs w:val="28"/>
        </w:rPr>
        <w:t>аль</w:t>
      </w:r>
      <w:r w:rsidR="00BE5E20" w:rsidRPr="00004784">
        <w:rPr>
          <w:sz w:val="28"/>
          <w:szCs w:val="28"/>
        </w:rPr>
        <w:t xml:space="preserve">ного строительства для зоны </w:t>
      </w:r>
      <w:r w:rsidR="00D81F60" w:rsidRPr="00004784">
        <w:rPr>
          <w:sz w:val="28"/>
          <w:szCs w:val="28"/>
        </w:rPr>
        <w:t>Ж-1</w:t>
      </w:r>
      <w:r w:rsidR="00B233A3" w:rsidRPr="00004784">
        <w:rPr>
          <w:sz w:val="28"/>
          <w:szCs w:val="28"/>
        </w:rPr>
        <w:t xml:space="preserve"> (</w:t>
      </w:r>
      <w:r w:rsidR="00BE5E20" w:rsidRPr="00004784">
        <w:rPr>
          <w:sz w:val="28"/>
          <w:szCs w:val="28"/>
        </w:rPr>
        <w:t>Зона застройки индивидуальными жилыми домами</w:t>
      </w:r>
      <w:r w:rsidR="00B233A3" w:rsidRPr="00004784">
        <w:rPr>
          <w:sz w:val="28"/>
          <w:szCs w:val="28"/>
        </w:rPr>
        <w:t>)</w:t>
      </w:r>
      <w:r w:rsidR="00884495" w:rsidRPr="00004784">
        <w:rPr>
          <w:sz w:val="28"/>
          <w:szCs w:val="28"/>
        </w:rPr>
        <w:t xml:space="preserve">. 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обеспечению деятельности Администрации муниципального образования </w:t>
      </w:r>
      <w:r w:rsidR="00E269CE" w:rsidRPr="00E269CE">
        <w:rPr>
          <w:bCs/>
          <w:sz w:val="28"/>
          <w:szCs w:val="28"/>
        </w:rPr>
        <w:lastRenderedPageBreak/>
        <w:t>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5294C" w:rsidRDefault="00B5294C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</w:p>
    <w:p w:rsidR="00BE1D5D" w:rsidRDefault="00806E5E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16742">
        <w:rPr>
          <w:sz w:val="28"/>
          <w:szCs w:val="28"/>
        </w:rPr>
        <w:t xml:space="preserve">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</w:t>
      </w:r>
      <w:r w:rsidR="00806E5E">
        <w:rPr>
          <w:sz w:val="28"/>
          <w:szCs w:val="28"/>
        </w:rPr>
        <w:t xml:space="preserve">      </w:t>
      </w:r>
      <w:r w:rsidR="00AA762A">
        <w:rPr>
          <w:sz w:val="28"/>
          <w:szCs w:val="28"/>
        </w:rPr>
        <w:t xml:space="preserve">   </w:t>
      </w:r>
      <w:r w:rsidR="00736841">
        <w:rPr>
          <w:sz w:val="28"/>
          <w:szCs w:val="28"/>
        </w:rPr>
        <w:t xml:space="preserve"> </w:t>
      </w:r>
      <w:r w:rsidR="00806E5E">
        <w:rPr>
          <w:sz w:val="28"/>
          <w:szCs w:val="28"/>
        </w:rPr>
        <w:t>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92E" w:rsidRDefault="009B492E" w:rsidP="00F2108F">
      <w:pPr>
        <w:spacing w:before="0" w:line="240" w:lineRule="auto"/>
      </w:pPr>
      <w:r>
        <w:separator/>
      </w:r>
    </w:p>
  </w:endnote>
  <w:endnote w:type="continuationSeparator" w:id="0">
    <w:p w:rsidR="009B492E" w:rsidRDefault="009B492E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92E" w:rsidRDefault="009B492E" w:rsidP="00F2108F">
      <w:pPr>
        <w:spacing w:before="0" w:line="240" w:lineRule="auto"/>
      </w:pPr>
      <w:r>
        <w:separator/>
      </w:r>
    </w:p>
  </w:footnote>
  <w:footnote w:type="continuationSeparator" w:id="0">
    <w:p w:rsidR="009B492E" w:rsidRDefault="009B492E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04784"/>
    <w:rsid w:val="00014C0D"/>
    <w:rsid w:val="00030350"/>
    <w:rsid w:val="00030850"/>
    <w:rsid w:val="00045354"/>
    <w:rsid w:val="00050C1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C75F4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71229"/>
    <w:rsid w:val="0037348A"/>
    <w:rsid w:val="00390B39"/>
    <w:rsid w:val="0039163E"/>
    <w:rsid w:val="00396145"/>
    <w:rsid w:val="00396985"/>
    <w:rsid w:val="003A4120"/>
    <w:rsid w:val="003B0575"/>
    <w:rsid w:val="003C15B7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80B1F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315E"/>
    <w:rsid w:val="00547375"/>
    <w:rsid w:val="00550426"/>
    <w:rsid w:val="0056137A"/>
    <w:rsid w:val="0056646D"/>
    <w:rsid w:val="00566C98"/>
    <w:rsid w:val="00571760"/>
    <w:rsid w:val="0058214C"/>
    <w:rsid w:val="00590E32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1C7"/>
    <w:rsid w:val="005E5DC7"/>
    <w:rsid w:val="00617086"/>
    <w:rsid w:val="006238B8"/>
    <w:rsid w:val="006260B4"/>
    <w:rsid w:val="00627A2E"/>
    <w:rsid w:val="006471C6"/>
    <w:rsid w:val="00647531"/>
    <w:rsid w:val="00663658"/>
    <w:rsid w:val="00670423"/>
    <w:rsid w:val="00676B2E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102D"/>
    <w:rsid w:val="007A4F33"/>
    <w:rsid w:val="007A59FC"/>
    <w:rsid w:val="007B083F"/>
    <w:rsid w:val="007B13C1"/>
    <w:rsid w:val="007B403E"/>
    <w:rsid w:val="007D34A9"/>
    <w:rsid w:val="007D6256"/>
    <w:rsid w:val="007E452D"/>
    <w:rsid w:val="007F6E5C"/>
    <w:rsid w:val="007F7E00"/>
    <w:rsid w:val="00800FB3"/>
    <w:rsid w:val="008034F2"/>
    <w:rsid w:val="00806303"/>
    <w:rsid w:val="00806E5E"/>
    <w:rsid w:val="00827902"/>
    <w:rsid w:val="008315BB"/>
    <w:rsid w:val="00833378"/>
    <w:rsid w:val="00833C21"/>
    <w:rsid w:val="008434FE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B492E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56551"/>
    <w:rsid w:val="00A90ECB"/>
    <w:rsid w:val="00A965C2"/>
    <w:rsid w:val="00AA19AA"/>
    <w:rsid w:val="00AA2E95"/>
    <w:rsid w:val="00AA762A"/>
    <w:rsid w:val="00AB5DA3"/>
    <w:rsid w:val="00AC201F"/>
    <w:rsid w:val="00AC5B12"/>
    <w:rsid w:val="00AC7FD3"/>
    <w:rsid w:val="00AD31AF"/>
    <w:rsid w:val="00AD622A"/>
    <w:rsid w:val="00AE0351"/>
    <w:rsid w:val="00AE3AF5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5294C"/>
    <w:rsid w:val="00B54EA1"/>
    <w:rsid w:val="00B80D85"/>
    <w:rsid w:val="00B830E5"/>
    <w:rsid w:val="00B8785D"/>
    <w:rsid w:val="00BA7D19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D441E"/>
    <w:rsid w:val="00CD5251"/>
    <w:rsid w:val="00CE08AD"/>
    <w:rsid w:val="00CE109D"/>
    <w:rsid w:val="00CE3154"/>
    <w:rsid w:val="00CF33B9"/>
    <w:rsid w:val="00D07D0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43280"/>
    <w:rsid w:val="00F679E8"/>
    <w:rsid w:val="00F816A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624BA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AB381-6E1F-4F45-929A-0015B3090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29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12</cp:revision>
  <cp:lastPrinted>2025-09-22T04:27:00Z</cp:lastPrinted>
  <dcterms:created xsi:type="dcterms:W3CDTF">2025-03-12T01:26:00Z</dcterms:created>
  <dcterms:modified xsi:type="dcterms:W3CDTF">2025-10-20T01:12:00Z</dcterms:modified>
</cp:coreProperties>
</file>